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 xml:space="preserve">č. Objednatele </w:t>
      </w:r>
      <w:r w:rsidR="004B1598">
        <w:rPr>
          <w:sz w:val="24"/>
          <w:szCs w:val="24"/>
        </w:rPr>
        <w:t>………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4B1598" w:rsidRPr="005D5F45" w:rsidRDefault="004B1598" w:rsidP="004B1598">
      <w:pPr>
        <w:jc w:val="center"/>
        <w:rPr>
          <w:b/>
          <w:sz w:val="24"/>
        </w:rPr>
      </w:pPr>
      <w:r w:rsidRPr="0034357C">
        <w:rPr>
          <w:b/>
          <w:sz w:val="24"/>
        </w:rPr>
        <w:t>Oprava propojovacích skříní</w:t>
      </w:r>
      <w:r>
        <w:rPr>
          <w:b/>
          <w:sz w:val="24"/>
        </w:rPr>
        <w:t xml:space="preserve"> v </w:t>
      </w:r>
      <w:proofErr w:type="gramStart"/>
      <w:r>
        <w:rPr>
          <w:b/>
          <w:sz w:val="24"/>
        </w:rPr>
        <w:t>obj.361</w:t>
      </w:r>
      <w:proofErr w:type="gramEnd"/>
      <w:r>
        <w:rPr>
          <w:b/>
          <w:sz w:val="24"/>
        </w:rPr>
        <w:t>,</w:t>
      </w:r>
      <w:r w:rsidRPr="001245C0">
        <w:rPr>
          <w:b/>
          <w:sz w:val="24"/>
        </w:rPr>
        <w:t xml:space="preserve"> sklad ČEPRO, a.s., </w:t>
      </w:r>
      <w:r>
        <w:rPr>
          <w:b/>
          <w:sz w:val="24"/>
        </w:rPr>
        <w:t>Cerekvice</w:t>
      </w:r>
      <w:r w:rsidRPr="005D5F45">
        <w:rPr>
          <w:b/>
          <w:sz w:val="24"/>
        </w:rPr>
        <w:t xml:space="preserve">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6A3D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7B36A0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</w:tcPr>
          <w:p w:rsidR="009413F1" w:rsidRPr="009413F1" w:rsidRDefault="007B36A0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</w:tcPr>
          <w:p w:rsidR="009413F1" w:rsidRPr="009413F1" w:rsidRDefault="007B36A0" w:rsidP="003C155B">
            <w:pPr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724 366 176</w:t>
            </w:r>
          </w:p>
        </w:tc>
        <w:tc>
          <w:tcPr>
            <w:tcW w:w="2303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</w:tc>
        <w:tc>
          <w:tcPr>
            <w:tcW w:w="2303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  <w:vAlign w:val="center"/>
          </w:tcPr>
          <w:p w:rsidR="00726482" w:rsidRPr="00726482" w:rsidRDefault="00582518" w:rsidP="006326EE">
            <w:pPr>
              <w:jc w:val="left"/>
              <w:rPr>
                <w:sz w:val="16"/>
                <w:szCs w:val="16"/>
              </w:rPr>
            </w:pPr>
            <w:hyperlink r:id="rId9" w:history="1">
              <w:r w:rsidR="00726482" w:rsidRPr="00726482">
                <w:rPr>
                  <w:rStyle w:val="Hypertextovodkaz"/>
                  <w:sz w:val="16"/>
                  <w:szCs w:val="16"/>
                </w:rPr>
                <w:t>jaroslav.kupka@ceproas.cz</w:t>
              </w:r>
            </w:hyperlink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Pavel Hýsek</w:t>
            </w:r>
          </w:p>
          <w:p w:rsidR="00726482" w:rsidRPr="00726482" w:rsidRDefault="001F2183" w:rsidP="001F2183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Tomáš Netolický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724 643 510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726482" w:rsidRPr="00726482" w:rsidRDefault="007A5536" w:rsidP="006326EE">
            <w:pPr>
              <w:jc w:val="left"/>
              <w:rPr>
                <w:sz w:val="16"/>
                <w:szCs w:val="16"/>
              </w:rPr>
            </w:pPr>
            <w:hyperlink r:id="rId10" w:history="1">
              <w:r w:rsidR="00726482" w:rsidRPr="00726482">
                <w:rPr>
                  <w:rStyle w:val="Hypertextovodkaz"/>
                  <w:sz w:val="16"/>
                  <w:szCs w:val="16"/>
                </w:rPr>
                <w:t>pavel.hysek@ceproas.cz</w:t>
              </w:r>
            </w:hyperlink>
          </w:p>
          <w:p w:rsidR="00726482" w:rsidRPr="00726482" w:rsidRDefault="001F2183" w:rsidP="006326EE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tomas.netolicky</w:t>
            </w:r>
            <w:r w:rsidR="00726482" w:rsidRPr="00726482">
              <w:rPr>
                <w:sz w:val="16"/>
                <w:szCs w:val="16"/>
              </w:rPr>
              <w:t>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361B1A" w:rsidRDefault="00C30D59" w:rsidP="00361B1A">
      <w:pPr>
        <w:pStyle w:val="Odstavec2"/>
        <w:rPr>
          <w:b/>
        </w:rPr>
      </w:pPr>
      <w:r>
        <w:t>Zhotovitel: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</w:t>
      </w:r>
      <w:r w:rsidR="00497954">
        <w:t>…………</w:t>
      </w:r>
      <w:proofErr w:type="gramStart"/>
      <w:r w:rsidR="00497954">
        <w:t>…..</w:t>
      </w:r>
      <w:r>
        <w:t>, oddíl</w:t>
      </w:r>
      <w:proofErr w:type="gramEnd"/>
      <w:r>
        <w:t xml:space="preserve"> </w:t>
      </w:r>
      <w:r w:rsidR="00497954">
        <w:t>…</w:t>
      </w:r>
      <w:r w:rsidR="00E01835">
        <w:t>,</w:t>
      </w:r>
      <w:r>
        <w:t xml:space="preserve"> vložka </w:t>
      </w:r>
      <w:r w:rsidR="00497954">
        <w:t>…..</w:t>
      </w:r>
      <w:r>
        <w:t>.</w:t>
      </w:r>
    </w:p>
    <w:p w:rsidR="00E01835" w:rsidRDefault="00C30D59" w:rsidP="00C30D59">
      <w:pPr>
        <w:ind w:left="283" w:firstLine="284"/>
      </w:pPr>
      <w:r>
        <w:t>bankovní spojení:</w:t>
      </w:r>
      <w:r>
        <w:tab/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</w:p>
    <w:p w:rsidR="00C30C61" w:rsidRDefault="006A3DED" w:rsidP="00C30C61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</w:p>
    <w:p w:rsidR="00C30D59" w:rsidRDefault="00C30D59" w:rsidP="00C30C61">
      <w:pPr>
        <w:ind w:left="283" w:firstLine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97101E" w:rsidRPr="009A21C7" w:rsidTr="009A0F9B">
        <w:tc>
          <w:tcPr>
            <w:tcW w:w="2660" w:type="dxa"/>
            <w:vAlign w:val="center"/>
          </w:tcPr>
          <w:p w:rsidR="0097101E" w:rsidRPr="009A0F9B" w:rsidRDefault="0097101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97101E" w:rsidRPr="009A0F9B" w:rsidRDefault="0097101E" w:rsidP="00FD07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A91574">
      <w:pPr>
        <w:pStyle w:val="Odstavec2"/>
      </w:pPr>
      <w:r w:rsidRPr="00176B5F">
        <w:t>Předmětem této Smlouvy je realizace díla „</w:t>
      </w:r>
      <w:r w:rsidR="00A91574" w:rsidRPr="00A91574">
        <w:t xml:space="preserve">Oprava propojovacích skříní v </w:t>
      </w:r>
      <w:proofErr w:type="gramStart"/>
      <w:r w:rsidR="00A91574" w:rsidRPr="00A91574">
        <w:t>obj.36</w:t>
      </w:r>
      <w:r w:rsidR="00A91574">
        <w:t>1</w:t>
      </w:r>
      <w:proofErr w:type="gramEnd"/>
      <w:r w:rsidR="00A91574">
        <w:t>, sklad ČEPRO, a.s., Cerekvice</w:t>
      </w:r>
      <w:r w:rsidRPr="00176B5F">
        <w:t xml:space="preserve">“, které zahrnuje zejména vypracování technologického postupu, </w:t>
      </w:r>
      <w:r w:rsidR="00176B5F" w:rsidRPr="00176B5F">
        <w:t>výměnu 1</w:t>
      </w:r>
      <w:r w:rsidR="00A91574">
        <w:t>2</w:t>
      </w:r>
      <w:r w:rsidR="00176B5F" w:rsidRPr="00176B5F">
        <w:t xml:space="preserve"> ks starých litinových propojovacích skříní pro ovládání </w:t>
      </w:r>
      <w:proofErr w:type="spellStart"/>
      <w:r w:rsidR="00176B5F" w:rsidRPr="00176B5F">
        <w:t>servopohonů</w:t>
      </w:r>
      <w:proofErr w:type="spellEnd"/>
      <w:r w:rsidR="00176B5F" w:rsidRPr="00176B5F">
        <w:t xml:space="preserve"> za nové z termoplastu pro zónu I</w:t>
      </w:r>
      <w:r w:rsidR="00304C2B">
        <w:t xml:space="preserve"> s nebezpečím výbuchu par a plynů</w:t>
      </w:r>
      <w:r w:rsidR="006E1876">
        <w:t xml:space="preserve"> vč. oprav uchycení pro nové skříně</w:t>
      </w:r>
      <w:r w:rsidR="00176B5F" w:rsidRPr="00176B5F">
        <w:t xml:space="preserve">, </w:t>
      </w:r>
      <w:r w:rsidRPr="00176B5F">
        <w:t xml:space="preserve">vypracování dokumentace skutečného provedení, </w:t>
      </w:r>
      <w:r w:rsidR="00176B5F" w:rsidRPr="00176B5F">
        <w:t xml:space="preserve">vyzkoušení díla a  </w:t>
      </w:r>
      <w:r w:rsidR="00304C2B">
        <w:t>jeho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91574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A91574">
        <w:t>……….</w:t>
      </w:r>
      <w:r>
        <w:t xml:space="preserve"> k zakázce č.</w:t>
      </w:r>
      <w:r w:rsidR="00075F35">
        <w:t xml:space="preserve"> 001/1</w:t>
      </w:r>
      <w:r w:rsidR="00A91574">
        <w:t>5</w:t>
      </w:r>
      <w:r w:rsidR="00075F35">
        <w:t>/OCN</w:t>
      </w:r>
      <w:r>
        <w:t>, nazvané „</w:t>
      </w:r>
      <w:r w:rsidR="00A91574" w:rsidRPr="00A91574">
        <w:t xml:space="preserve">Oprava propojovacích skříní v </w:t>
      </w:r>
      <w:proofErr w:type="gramStart"/>
      <w:r w:rsidR="00A91574" w:rsidRPr="00A91574">
        <w:t>obj.361</w:t>
      </w:r>
      <w:proofErr w:type="gramEnd"/>
      <w:r w:rsidR="00A91574" w:rsidRPr="00A91574">
        <w:t>, sklad ČEPRO, a.s., Cerekvice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="00A91574">
        <w:t>…………</w:t>
      </w:r>
      <w:proofErr w:type="gramStart"/>
      <w:r w:rsidR="00A91574">
        <w:t>….</w:t>
      </w:r>
      <w:r>
        <w:t>ze</w:t>
      </w:r>
      <w:proofErr w:type="gramEnd"/>
      <w:r>
        <w:t xml:space="preserve"> dne </w:t>
      </w:r>
      <w:r w:rsidR="00A91574">
        <w:t>………………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B9564E" w:rsidRDefault="00B9564E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  <w:color w:val="000000"/>
        </w:rPr>
        <w:t xml:space="preserve">požární asistenci jedné jednotky </w:t>
      </w:r>
      <w:proofErr w:type="spellStart"/>
      <w:r w:rsidRPr="00B9564E">
        <w:rPr>
          <w:rFonts w:cs="Arial"/>
          <w:color w:val="000000"/>
        </w:rPr>
        <w:t>HZSp</w:t>
      </w:r>
      <w:proofErr w:type="spellEnd"/>
      <w:r w:rsidRPr="00B9564E">
        <w:rPr>
          <w:rFonts w:cs="Arial"/>
          <w:color w:val="000000"/>
        </w:rPr>
        <w:t xml:space="preserve"> ČEPRO, a.s., </w:t>
      </w:r>
      <w:proofErr w:type="gramStart"/>
      <w:r w:rsidRPr="00B9564E">
        <w:rPr>
          <w:rFonts w:cs="Arial"/>
          <w:color w:val="000000"/>
        </w:rPr>
        <w:t>Cerekvice  po</w:t>
      </w:r>
      <w:proofErr w:type="gramEnd"/>
      <w:r w:rsidRPr="00B9564E">
        <w:rPr>
          <w:rFonts w:cs="Arial"/>
          <w:color w:val="000000"/>
        </w:rPr>
        <w:t xml:space="preserve"> dobu </w:t>
      </w:r>
      <w:r w:rsidR="00304C2B">
        <w:rPr>
          <w:rFonts w:cs="Arial"/>
          <w:color w:val="000000"/>
        </w:rPr>
        <w:t>realizace Díla v místě plnění</w:t>
      </w:r>
      <w:r w:rsidRPr="00B9564E">
        <w:rPr>
          <w:rFonts w:cs="Arial"/>
          <w:color w:val="000000"/>
        </w:rPr>
        <w:t xml:space="preserve"> v návaznosti na předložený harmonogram plnění při koordinované dohodě s vedením </w:t>
      </w:r>
      <w:proofErr w:type="spellStart"/>
      <w:r w:rsidRPr="00B9564E">
        <w:rPr>
          <w:rFonts w:cs="Arial"/>
          <w:color w:val="000000"/>
        </w:rPr>
        <w:t>HZSp</w:t>
      </w:r>
      <w:proofErr w:type="spellEnd"/>
      <w:r w:rsidRPr="00B9564E">
        <w:rPr>
          <w:rFonts w:cs="Arial"/>
          <w:color w:val="000000"/>
        </w:rPr>
        <w:t xml:space="preserve"> ČEPRO, a.s., Cerekvice  při provádění prací v ZÓNĚ </w:t>
      </w:r>
      <w:r w:rsidR="003C0B76">
        <w:rPr>
          <w:rFonts w:cs="Arial"/>
          <w:color w:val="000000"/>
        </w:rPr>
        <w:t>1</w:t>
      </w:r>
      <w:r w:rsidRPr="00B9564E">
        <w:rPr>
          <w:rFonts w:cs="Arial"/>
          <w:color w:val="000000"/>
        </w:rPr>
        <w:t xml:space="preserve"> s nebezpečím výbuchu par a plynů</w:t>
      </w:r>
      <w:r w:rsidR="00304C2B">
        <w:rPr>
          <w:rFonts w:cs="Arial"/>
          <w:color w:val="000000"/>
        </w:rPr>
        <w:t>,</w:t>
      </w:r>
      <w:r w:rsidRPr="00B9564E">
        <w:rPr>
          <w:rFonts w:cs="Arial"/>
          <w:color w:val="000000"/>
        </w:rPr>
        <w:t xml:space="preserve"> 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lastRenderedPageBreak/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907033" w:rsidRPr="00B9564E" w:rsidRDefault="00907033" w:rsidP="00907033">
      <w:pPr>
        <w:pStyle w:val="Odstavec3"/>
        <w:numPr>
          <w:ilvl w:val="0"/>
          <w:numId w:val="0"/>
        </w:numPr>
        <w:ind w:left="1134"/>
        <w:rPr>
          <w:rFonts w:cs="Arial"/>
          <w:color w:val="000000"/>
        </w:rPr>
      </w:pPr>
    </w:p>
    <w:p w:rsidR="00E65CF1" w:rsidRDefault="001B5C0B" w:rsidP="00DD57F1">
      <w:pPr>
        <w:pStyle w:val="Odstavec2"/>
      </w:pPr>
      <w:r w:rsidRPr="001B5C0B">
        <w:t>Zhotovitel se zavazuje provést veškeré zkoušky požadované právními předpisy a sjednané mezi Smluvními stranami. Zhotovitel se zavazuje provést vyzkoušení Díla spočívající v provedení zejména funkčních a komplexních zkoušek.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>ČEPRO, a.s., sklad Cerekvice, PSČ 507 7</w:t>
      </w:r>
      <w:r w:rsidR="00353CCB">
        <w:t>7</w:t>
      </w:r>
      <w:r w:rsidR="00362AD8">
        <w:t xml:space="preserve"> – objekt č. </w:t>
      </w:r>
      <w:r w:rsidR="003C0B76">
        <w:t>361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   </w:t>
      </w:r>
      <w:r w:rsidR="00362AD8">
        <w:t>v průběhu</w:t>
      </w:r>
      <w:proofErr w:type="gramEnd"/>
      <w:r w:rsidR="00362AD8">
        <w:t xml:space="preserve"> měsíce </w:t>
      </w:r>
      <w:r w:rsidR="009811FB">
        <w:t xml:space="preserve">května </w:t>
      </w:r>
      <w:r w:rsidR="00362AD8">
        <w:t>roku 201</w:t>
      </w:r>
      <w:r w:rsidR="009811FB">
        <w:t>5</w:t>
      </w:r>
      <w:r w:rsidR="00362AD8">
        <w:t xml:space="preserve">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0E447C" w:rsidRPr="00EA3690">
        <w:t xml:space="preserve"> </w:t>
      </w:r>
      <w:r w:rsidR="00562929">
        <w:t xml:space="preserve"> </w:t>
      </w:r>
      <w:r w:rsidR="009811FB">
        <w:t>60</w:t>
      </w:r>
      <w:r w:rsidR="00562929">
        <w:t xml:space="preserve">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  do</w:t>
      </w:r>
      <w:proofErr w:type="gramEnd"/>
      <w:r w:rsidR="00562929">
        <w:t xml:space="preserve"> 10 pracovních </w:t>
      </w:r>
      <w:r w:rsidR="000E447C" w:rsidRPr="00EA3690">
        <w:t>dnů od dokončení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Pr="0070593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r w:rsidRPr="00705936">
        <w:t>části</w:t>
      </w:r>
      <w:r w:rsidR="006833FC" w:rsidRPr="00705936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2E16FB" w:rsidRPr="00521FE0" w:rsidRDefault="002E16FB" w:rsidP="00EA3690">
      <w:pPr>
        <w:pStyle w:val="Odstavec3"/>
        <w:numPr>
          <w:ilvl w:val="0"/>
          <w:numId w:val="0"/>
        </w:numPr>
        <w:ind w:left="2160"/>
        <w:rPr>
          <w:highlight w:val="yellow"/>
        </w:rPr>
      </w:pP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9811FB" w:rsidP="00FC188C">
      <w:pPr>
        <w:pStyle w:val="Odstavec2"/>
        <w:numPr>
          <w:ilvl w:val="0"/>
          <w:numId w:val="0"/>
        </w:numPr>
        <w:ind w:left="567"/>
        <w:jc w:val="center"/>
      </w:pPr>
      <w:r>
        <w:rPr>
          <w:b/>
        </w:rPr>
        <w:t>……………</w:t>
      </w:r>
      <w:r w:rsidR="005C5D01" w:rsidRPr="009D3FC3">
        <w:rPr>
          <w:b/>
        </w:rPr>
        <w:t xml:space="preserve">,- Kč </w:t>
      </w:r>
      <w:r w:rsidR="00F26914" w:rsidRPr="00F26914">
        <w:t>(slovy:</w:t>
      </w:r>
      <w:r>
        <w:t xml:space="preserve"> …………………………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lastRenderedPageBreak/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="00B03BEC">
        <w:t>…………………….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1" w:history="1">
        <w:r w:rsidRPr="006A6C32">
          <w:rPr>
            <w:rStyle w:val="Hypertextovodkaz"/>
            <w:u w:val="none"/>
          </w:rPr>
          <w:t>cepro_DF@ceproas.cz</w:t>
        </w:r>
      </w:hyperlink>
      <w:r w:rsidRPr="006A6C32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DC444D" w:rsidRDefault="00DC444D" w:rsidP="00DC444D">
      <w:pPr>
        <w:pStyle w:val="Odstavec2"/>
        <w:numPr>
          <w:ilvl w:val="0"/>
          <w:numId w:val="0"/>
        </w:numPr>
        <w:ind w:left="567"/>
      </w:pPr>
      <w:r>
        <w:t>Na faktuře bude uvedeno číslo objednávky 45000</w:t>
      </w:r>
      <w:r w:rsidR="00B03BEC">
        <w:t>…………</w:t>
      </w:r>
      <w:proofErr w:type="gramStart"/>
      <w:r w:rsidR="00B03BEC">
        <w:t>….</w:t>
      </w:r>
      <w:r>
        <w:t>.</w:t>
      </w:r>
      <w:proofErr w:type="gramEnd"/>
      <w:r>
        <w:t xml:space="preserve"> 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>dokumentaci dováženého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165A25" w:rsidP="00A657FF">
      <w:pPr>
        <w:pStyle w:val="Odstavec3"/>
      </w:pPr>
      <w:r>
        <w:t>dílčí revizní zpráv</w:t>
      </w:r>
      <w:r w:rsidR="00FD7774">
        <w:t>a</w:t>
      </w:r>
      <w:r>
        <w:t xml:space="preserve"> elektroinstalace po provedené opravě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B5118B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2</w:t>
      </w:r>
      <w:r w:rsidR="00CD1BFE" w:rsidRPr="00E879AA">
        <w:t>x v listinné podobě;</w:t>
      </w:r>
    </w:p>
    <w:p w:rsidR="00CD1BFE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</w:t>
      </w:r>
      <w:r w:rsidR="00CA24B6">
        <w:t xml:space="preserve">formátu </w:t>
      </w:r>
      <w:proofErr w:type="spellStart"/>
      <w:r w:rsidR="00CA24B6">
        <w:t>docx</w:t>
      </w:r>
      <w:proofErr w:type="spellEnd"/>
      <w:r w:rsidR="00CA24B6">
        <w:t xml:space="preserve"> / </w:t>
      </w:r>
      <w:proofErr w:type="spellStart"/>
      <w:r w:rsidR="00CA24B6">
        <w:t>xlsx</w:t>
      </w:r>
      <w:proofErr w:type="spellEnd"/>
      <w:r w:rsidR="00CA24B6">
        <w:t xml:space="preserve"> / </w:t>
      </w:r>
      <w:proofErr w:type="spellStart"/>
      <w:r w:rsidR="00CA24B6">
        <w:t>pdf</w:t>
      </w:r>
      <w:proofErr w:type="spellEnd"/>
      <w:r w:rsidR="00CA24B6">
        <w:t xml:space="preserve"> /</w:t>
      </w:r>
    </w:p>
    <w:p w:rsidR="00582518" w:rsidRPr="00E879AA" w:rsidRDefault="00582518" w:rsidP="00582518">
      <w:pPr>
        <w:pStyle w:val="Odstavec2"/>
        <w:numPr>
          <w:ilvl w:val="0"/>
          <w:numId w:val="0"/>
        </w:numPr>
        <w:ind w:left="1287"/>
      </w:pPr>
      <w:bookmarkStart w:id="2" w:name="_GoBack"/>
      <w:bookmarkEnd w:id="2"/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lastRenderedPageBreak/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</w:t>
      </w:r>
      <w:proofErr w:type="gramStart"/>
      <w:r w:rsidRPr="00216448">
        <w:t>do</w:t>
      </w:r>
      <w:proofErr w:type="gramEnd"/>
      <w:r w:rsidRPr="00216448">
        <w:t xml:space="preserve">: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</w:p>
    <w:p w:rsidR="00216448" w:rsidRPr="009730B5" w:rsidRDefault="00216448" w:rsidP="00464CFF">
      <w:pPr>
        <w:pStyle w:val="Odstavec2"/>
      </w:pPr>
      <w:r w:rsidRPr="00216448">
        <w:t xml:space="preserve">Zhotovitel přijímá písemné reklamace vad na poštovní adrese: </w:t>
      </w:r>
      <w:r w:rsidR="007D3A2B">
        <w:t>………………………</w:t>
      </w:r>
      <w:proofErr w:type="gramStart"/>
      <w:r w:rsidR="007D3A2B">
        <w:t>…..</w:t>
      </w:r>
      <w:r w:rsidRPr="00216448">
        <w:t>nebo</w:t>
      </w:r>
      <w:proofErr w:type="gramEnd"/>
      <w:r w:rsidRPr="00216448">
        <w:t xml:space="preserve"> na e-mailové adrese:</w:t>
      </w:r>
      <w:r w:rsidR="007D3A2B">
        <w:t>……………………………..</w:t>
      </w:r>
      <w:r w:rsidRPr="00216448">
        <w:t xml:space="preserve">, na které přijímá nahlášení vad v pracovní dny v pracovní době </w:t>
      </w:r>
      <w:r w:rsidRPr="009730B5">
        <w:t xml:space="preserve">od </w:t>
      </w:r>
      <w:r w:rsidR="007D3A2B">
        <w:t>………..</w:t>
      </w:r>
      <w:r w:rsidRPr="009730B5">
        <w:t xml:space="preserve"> do </w:t>
      </w:r>
      <w:r w:rsidR="007D3A2B">
        <w:t>……………</w:t>
      </w:r>
      <w:r w:rsidRPr="009730B5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lastRenderedPageBreak/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CE13DE" w:rsidRDefault="00CE13DE" w:rsidP="00CE13DE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 xml:space="preserve">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2" w:history="1">
        <w:r w:rsidRPr="00CD4EC2">
          <w:rPr>
            <w:rStyle w:val="Hypertextovodkaz"/>
          </w:rPr>
          <w:t>https://www.ceproas.cz/eticky-kodex</w:t>
        </w:r>
      </w:hyperlink>
      <w:r w:rsidR="00CA24B6">
        <w:rPr>
          <w:rStyle w:val="Hypertextovodkaz"/>
        </w:rPr>
        <w:t>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</w:p>
    <w:p w:rsidR="00CE13DE" w:rsidRPr="00621C7C" w:rsidRDefault="00CE13DE" w:rsidP="00CE13DE">
      <w:pPr>
        <w:pStyle w:val="Odstavec2"/>
      </w:pPr>
      <w:r w:rsidRPr="00BC323C">
        <w:t xml:space="preserve">Smluvní strany se zavazují a prohlašují, že splňují a budou po celou dobu trvání této Smlouvy dodržovat a splňovat kritéria a standardy chování společnosti ČEPRO, a.s. v obchodním styku, specifikované a uveřejněné na adrese </w:t>
      </w:r>
      <w:hyperlink r:id="rId13" w:history="1">
        <w:r w:rsidRPr="00CD4EC2">
          <w:rPr>
            <w:rStyle w:val="Hypertextovodkaz"/>
          </w:rPr>
          <w:t>https://www.ceproas.cz/vyberova-rizení</w:t>
        </w:r>
      </w:hyperlink>
      <w:r>
        <w:t xml:space="preserve"> </w:t>
      </w:r>
      <w:r w:rsidRPr="00BC323C">
        <w:t>a etické zásady, obsažené v Etickém kodexu ČEPRO, a.s.</w:t>
      </w:r>
      <w:r>
        <w:t xml:space="preserve"> </w:t>
      </w:r>
    </w:p>
    <w:p w:rsidR="00655C3C" w:rsidRDefault="0021315A" w:rsidP="008F257B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="00CA24B6">
        <w:t xml:space="preserve"> v platném znění,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CA24B6">
        <w:t xml:space="preserve"> v platném znění,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</w:t>
      </w:r>
      <w:r w:rsidR="00CA24B6">
        <w:t xml:space="preserve">okolností ve smyslu </w:t>
      </w:r>
      <w:proofErr w:type="spellStart"/>
      <w:r w:rsidR="00CA24B6">
        <w:t>ust</w:t>
      </w:r>
      <w:proofErr w:type="spellEnd"/>
      <w:r w:rsidR="00CA24B6">
        <w:t>. § 2620 odst. 2</w:t>
      </w:r>
      <w:r w:rsidR="002525FB">
        <w:t xml:space="preserve">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>,</w:t>
      </w:r>
      <w:r w:rsidR="00CA24B6">
        <w:t xml:space="preserve"> v platném znění,</w:t>
      </w:r>
      <w:r w:rsidR="002525FB">
        <w:t xml:space="preserve">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0B789B" w:rsidRDefault="000B789B" w:rsidP="000B789B">
      <w:pPr>
        <w:pStyle w:val="Odstavec2"/>
      </w:pPr>
      <w:r w:rsidRPr="002E0183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0B789B" w:rsidRDefault="000B789B" w:rsidP="000B789B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 xml:space="preserve">. Smluvní strany výslovně prohlašují, že ke dni uzavření této Smlouvy se ruší veškerá případná ujednání a dohody, které by se týkaly shodného předmětu plnění a tyto jsou v plném </w:t>
      </w:r>
      <w:r w:rsidRPr="00532DFB">
        <w:lastRenderedPageBreak/>
        <w:t>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0B789B" w:rsidRDefault="000B789B" w:rsidP="000B789B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0B789B" w:rsidRPr="002E0183" w:rsidRDefault="000B789B" w:rsidP="000B789B">
      <w:pPr>
        <w:pStyle w:val="Odstavec2"/>
      </w:pPr>
      <w:r>
        <w:t>Tato Smlouva není převoditelná rubopisem.</w:t>
      </w:r>
    </w:p>
    <w:p w:rsidR="000B789B" w:rsidRPr="002E0183" w:rsidRDefault="000B789B" w:rsidP="000B789B">
      <w:pPr>
        <w:pStyle w:val="Odstavec2"/>
      </w:pPr>
      <w:r w:rsidRPr="002E0183">
        <w:t xml:space="preserve">Tato Smlouva byla </w:t>
      </w:r>
      <w:r>
        <w:t>S</w:t>
      </w:r>
      <w:r w:rsidRPr="002E0183">
        <w:t xml:space="preserve">mluvními stranami podepsána ve čtyřech vyhotoveních, z nichž každá ze </w:t>
      </w:r>
      <w:r>
        <w:t>S</w:t>
      </w:r>
      <w:r w:rsidRPr="002E0183">
        <w:t>mluvních stran obdržela po dvou vyhotoveních. Nedílnou součástí každého vyhotovení jsou všechny přílohy uvedené v této Smlouvě. 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0B789B" w:rsidRPr="002E0183" w:rsidRDefault="000B789B" w:rsidP="000B789B">
      <w:pPr>
        <w:pStyle w:val="Odstavec2"/>
      </w:pPr>
      <w:r w:rsidRPr="002E0183">
        <w:t xml:space="preserve">Tato Smlouva nabývá platnosti dnem jejího podpisu oběma Smluvními stranami a účinnosti dnem jejího podpisu oběma </w:t>
      </w:r>
      <w:r>
        <w:t>S</w:t>
      </w:r>
      <w:r w:rsidRPr="002E0183">
        <w:t>mluvními stranami.</w:t>
      </w:r>
    </w:p>
    <w:p w:rsidR="000B789B" w:rsidRPr="002E0183" w:rsidRDefault="000B789B" w:rsidP="000B789B">
      <w:pPr>
        <w:pStyle w:val="Odstavec2"/>
      </w:pPr>
      <w:r w:rsidRPr="002E0183">
        <w:t xml:space="preserve">Smluvní strany si dále sjednaly, že obsah Smlouvy je dále určen ustanoveními </w:t>
      </w:r>
      <w:r w:rsidRPr="002E0183">
        <w:rPr>
          <w:b/>
        </w:rPr>
        <w:t>Všeobecných obchodních podmínek („VOP“)</w:t>
      </w:r>
      <w:r w:rsidRPr="002E0183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0B789B" w:rsidRDefault="000B789B" w:rsidP="000B789B">
      <w:pPr>
        <w:pStyle w:val="Odstavec3"/>
      </w:pPr>
      <w:r>
        <w:t xml:space="preserve">VOP jsou uveřejněna na adrese </w:t>
      </w:r>
      <w:hyperlink r:id="rId14" w:history="1">
        <w:r w:rsidRPr="003A4FB3">
          <w:rPr>
            <w:rStyle w:val="Hypertextovodkaz"/>
          </w:rPr>
          <w:t>https://www.ceproas.cz/public/data/VOP-M-2013-10-14.pdf</w:t>
        </w:r>
      </w:hyperlink>
      <w:r>
        <w:t>. Smluvní strany sjednávají, že čl. VOP 6.3 a 6.7 se na vztah Smluvních stran založený touto Smlouvou neuplatní.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 w:rsidR="00810395"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>
        <w:tab/>
      </w:r>
    </w:p>
    <w:p w:rsidR="00810395" w:rsidRDefault="0021315A" w:rsidP="0021315A">
      <w:r>
        <w:t>předseda představenstva</w:t>
      </w:r>
      <w:r w:rsidR="00184468">
        <w:tab/>
      </w:r>
      <w:r w:rsidR="00184468">
        <w:tab/>
      </w:r>
      <w:r w:rsidR="00184468">
        <w:tab/>
      </w:r>
    </w:p>
    <w:p w:rsidR="0021315A" w:rsidRDefault="00184468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1315A">
        <w:tab/>
      </w:r>
    </w:p>
    <w:p w:rsidR="0021315A" w:rsidRDefault="0021315A" w:rsidP="0021315A">
      <w:r>
        <w:t>……………………………</w:t>
      </w:r>
      <w:r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  <w:t>....................................</w:t>
      </w:r>
    </w:p>
    <w:p w:rsidR="0021315A" w:rsidRDefault="0021315A" w:rsidP="009C6A0D">
      <w:pPr>
        <w:spacing w:after="0"/>
      </w:pPr>
      <w:r>
        <w:t>Ing. Ladislav Staněk</w:t>
      </w:r>
      <w:r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  <w:r w:rsidR="00151225">
        <w:tab/>
      </w:r>
    </w:p>
    <w:p w:rsidR="00F0254B" w:rsidRDefault="0021315A" w:rsidP="0021315A">
      <w:r>
        <w:t>člen představenstva</w:t>
      </w:r>
      <w:r w:rsidR="00184468">
        <w:t xml:space="preserve"> </w:t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  <w:r w:rsidR="00184468">
        <w:tab/>
      </w:r>
    </w:p>
    <w:sectPr w:rsidR="00F0254B" w:rsidSect="008A5C94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E62" w:rsidRDefault="00856E62">
      <w:r>
        <w:separator/>
      </w:r>
    </w:p>
  </w:endnote>
  <w:endnote w:type="continuationSeparator" w:id="0">
    <w:p w:rsidR="00856E62" w:rsidRDefault="00856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9A11C18" wp14:editId="74BFA633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582518">
      <w:rPr>
        <w:rStyle w:val="slostrnky"/>
        <w:noProof/>
      </w:rPr>
      <w:t>7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582518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E62" w:rsidRDefault="00856E62">
      <w:r>
        <w:separator/>
      </w:r>
    </w:p>
  </w:footnote>
  <w:footnote w:type="continuationSeparator" w:id="0">
    <w:p w:rsidR="00856E62" w:rsidRDefault="00856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5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7"/>
  </w:num>
  <w:num w:numId="32">
    <w:abstractNumId w:val="1"/>
  </w:num>
  <w:num w:numId="33">
    <w:abstractNumId w:val="8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14E05"/>
    <w:rsid w:val="000301B3"/>
    <w:rsid w:val="00053493"/>
    <w:rsid w:val="00065A83"/>
    <w:rsid w:val="0007144A"/>
    <w:rsid w:val="00075F35"/>
    <w:rsid w:val="000A28F2"/>
    <w:rsid w:val="000B789B"/>
    <w:rsid w:val="000C04EF"/>
    <w:rsid w:val="000D19D8"/>
    <w:rsid w:val="000E16A0"/>
    <w:rsid w:val="000E447C"/>
    <w:rsid w:val="000F2F08"/>
    <w:rsid w:val="000F557C"/>
    <w:rsid w:val="00122684"/>
    <w:rsid w:val="001265C5"/>
    <w:rsid w:val="00151225"/>
    <w:rsid w:val="001651CE"/>
    <w:rsid w:val="00165A25"/>
    <w:rsid w:val="00176B5F"/>
    <w:rsid w:val="00184468"/>
    <w:rsid w:val="001B5C0B"/>
    <w:rsid w:val="001E406E"/>
    <w:rsid w:val="001F2183"/>
    <w:rsid w:val="00204984"/>
    <w:rsid w:val="00207437"/>
    <w:rsid w:val="0021315A"/>
    <w:rsid w:val="00216448"/>
    <w:rsid w:val="00225234"/>
    <w:rsid w:val="00245CA9"/>
    <w:rsid w:val="002525FB"/>
    <w:rsid w:val="00260A80"/>
    <w:rsid w:val="00261EFA"/>
    <w:rsid w:val="00280022"/>
    <w:rsid w:val="00283D22"/>
    <w:rsid w:val="00297090"/>
    <w:rsid w:val="002E07B4"/>
    <w:rsid w:val="002E16FB"/>
    <w:rsid w:val="002F1B3A"/>
    <w:rsid w:val="002F6183"/>
    <w:rsid w:val="00304C2B"/>
    <w:rsid w:val="00316F94"/>
    <w:rsid w:val="0031724E"/>
    <w:rsid w:val="00353CCB"/>
    <w:rsid w:val="00361B1A"/>
    <w:rsid w:val="00362AD8"/>
    <w:rsid w:val="00363594"/>
    <w:rsid w:val="00383195"/>
    <w:rsid w:val="00384DDC"/>
    <w:rsid w:val="003A74EE"/>
    <w:rsid w:val="003B595E"/>
    <w:rsid w:val="003C0B76"/>
    <w:rsid w:val="003C6E40"/>
    <w:rsid w:val="003D6507"/>
    <w:rsid w:val="003E74EF"/>
    <w:rsid w:val="003F629A"/>
    <w:rsid w:val="00407CE0"/>
    <w:rsid w:val="00412E2D"/>
    <w:rsid w:val="00423DC0"/>
    <w:rsid w:val="00435D9F"/>
    <w:rsid w:val="00464CFF"/>
    <w:rsid w:val="0047263C"/>
    <w:rsid w:val="0048481F"/>
    <w:rsid w:val="00492F27"/>
    <w:rsid w:val="00494CA6"/>
    <w:rsid w:val="00496072"/>
    <w:rsid w:val="00497954"/>
    <w:rsid w:val="004B1598"/>
    <w:rsid w:val="004F5000"/>
    <w:rsid w:val="00521903"/>
    <w:rsid w:val="00521FE0"/>
    <w:rsid w:val="00524F35"/>
    <w:rsid w:val="005555DE"/>
    <w:rsid w:val="00562929"/>
    <w:rsid w:val="00567199"/>
    <w:rsid w:val="00581196"/>
    <w:rsid w:val="00582518"/>
    <w:rsid w:val="005C5D01"/>
    <w:rsid w:val="005D1C50"/>
    <w:rsid w:val="006000DB"/>
    <w:rsid w:val="00620E8F"/>
    <w:rsid w:val="00635D66"/>
    <w:rsid w:val="00650BD2"/>
    <w:rsid w:val="00651742"/>
    <w:rsid w:val="00655C3C"/>
    <w:rsid w:val="00661FDA"/>
    <w:rsid w:val="00677D18"/>
    <w:rsid w:val="006833FC"/>
    <w:rsid w:val="006857A4"/>
    <w:rsid w:val="006925D4"/>
    <w:rsid w:val="006A3DED"/>
    <w:rsid w:val="006A6C32"/>
    <w:rsid w:val="006E1876"/>
    <w:rsid w:val="006F2ABC"/>
    <w:rsid w:val="006F5596"/>
    <w:rsid w:val="00705936"/>
    <w:rsid w:val="00710BED"/>
    <w:rsid w:val="00721C8A"/>
    <w:rsid w:val="00726482"/>
    <w:rsid w:val="007535B1"/>
    <w:rsid w:val="00790321"/>
    <w:rsid w:val="00790973"/>
    <w:rsid w:val="007945EE"/>
    <w:rsid w:val="007A5536"/>
    <w:rsid w:val="007B0C02"/>
    <w:rsid w:val="007B1761"/>
    <w:rsid w:val="007B36A0"/>
    <w:rsid w:val="007D3A2B"/>
    <w:rsid w:val="007F3FC6"/>
    <w:rsid w:val="008075E3"/>
    <w:rsid w:val="00810395"/>
    <w:rsid w:val="00847822"/>
    <w:rsid w:val="00856E62"/>
    <w:rsid w:val="00894408"/>
    <w:rsid w:val="008A5C94"/>
    <w:rsid w:val="008E1CB9"/>
    <w:rsid w:val="008F257B"/>
    <w:rsid w:val="008F48B5"/>
    <w:rsid w:val="00907033"/>
    <w:rsid w:val="0093362E"/>
    <w:rsid w:val="009413F1"/>
    <w:rsid w:val="00954C35"/>
    <w:rsid w:val="0097101E"/>
    <w:rsid w:val="009730B5"/>
    <w:rsid w:val="009811FB"/>
    <w:rsid w:val="00986F82"/>
    <w:rsid w:val="009A0F9B"/>
    <w:rsid w:val="009B093D"/>
    <w:rsid w:val="009C6A0D"/>
    <w:rsid w:val="009D3FC3"/>
    <w:rsid w:val="009D6EF6"/>
    <w:rsid w:val="00A2045C"/>
    <w:rsid w:val="00A30B5F"/>
    <w:rsid w:val="00A657FF"/>
    <w:rsid w:val="00A91574"/>
    <w:rsid w:val="00AE3CC7"/>
    <w:rsid w:val="00AF68B0"/>
    <w:rsid w:val="00B013E2"/>
    <w:rsid w:val="00B01C02"/>
    <w:rsid w:val="00B03BEC"/>
    <w:rsid w:val="00B05A0F"/>
    <w:rsid w:val="00B20BE0"/>
    <w:rsid w:val="00B35620"/>
    <w:rsid w:val="00B5118B"/>
    <w:rsid w:val="00B54C39"/>
    <w:rsid w:val="00B9564E"/>
    <w:rsid w:val="00B96459"/>
    <w:rsid w:val="00BA556D"/>
    <w:rsid w:val="00BA59A8"/>
    <w:rsid w:val="00BB57AC"/>
    <w:rsid w:val="00BC5234"/>
    <w:rsid w:val="00BE18A9"/>
    <w:rsid w:val="00BE2E82"/>
    <w:rsid w:val="00C25681"/>
    <w:rsid w:val="00C30C61"/>
    <w:rsid w:val="00C30D59"/>
    <w:rsid w:val="00C43689"/>
    <w:rsid w:val="00C85AF4"/>
    <w:rsid w:val="00C962BE"/>
    <w:rsid w:val="00CA24B6"/>
    <w:rsid w:val="00CD1BFE"/>
    <w:rsid w:val="00CD2448"/>
    <w:rsid w:val="00CD3465"/>
    <w:rsid w:val="00CD5335"/>
    <w:rsid w:val="00CE13DE"/>
    <w:rsid w:val="00D018E8"/>
    <w:rsid w:val="00D02E43"/>
    <w:rsid w:val="00D16993"/>
    <w:rsid w:val="00D17CE0"/>
    <w:rsid w:val="00D17EC0"/>
    <w:rsid w:val="00D600AD"/>
    <w:rsid w:val="00D75A61"/>
    <w:rsid w:val="00DC444D"/>
    <w:rsid w:val="00DD57F1"/>
    <w:rsid w:val="00DD6392"/>
    <w:rsid w:val="00DD6CED"/>
    <w:rsid w:val="00DF384A"/>
    <w:rsid w:val="00E00091"/>
    <w:rsid w:val="00E01835"/>
    <w:rsid w:val="00E25DA9"/>
    <w:rsid w:val="00E26075"/>
    <w:rsid w:val="00E322F9"/>
    <w:rsid w:val="00E33C6F"/>
    <w:rsid w:val="00E35EEE"/>
    <w:rsid w:val="00E44CD0"/>
    <w:rsid w:val="00E65CF1"/>
    <w:rsid w:val="00E66BD1"/>
    <w:rsid w:val="00E66C0B"/>
    <w:rsid w:val="00E849D8"/>
    <w:rsid w:val="00E852B7"/>
    <w:rsid w:val="00E879AA"/>
    <w:rsid w:val="00E9330E"/>
    <w:rsid w:val="00EA0733"/>
    <w:rsid w:val="00EA3690"/>
    <w:rsid w:val="00EB2BFE"/>
    <w:rsid w:val="00EC0C53"/>
    <w:rsid w:val="00EC614C"/>
    <w:rsid w:val="00EE7142"/>
    <w:rsid w:val="00F02469"/>
    <w:rsid w:val="00F0254B"/>
    <w:rsid w:val="00F11D0D"/>
    <w:rsid w:val="00F21D61"/>
    <w:rsid w:val="00F26914"/>
    <w:rsid w:val="00F27CC1"/>
    <w:rsid w:val="00F60799"/>
    <w:rsid w:val="00F954BD"/>
    <w:rsid w:val="00F96627"/>
    <w:rsid w:val="00FA635E"/>
    <w:rsid w:val="00FC188C"/>
    <w:rsid w:val="00FD47C2"/>
    <w:rsid w:val="00FD7774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ceproas.cz/vyberova-rizen&#237;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eticky-kode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epro_DF@ceproa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avel.hysek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oslav.kupka@ceproas.cz" TargetMode="External"/><Relationship Id="rId14" Type="http://schemas.openxmlformats.org/officeDocument/2006/relationships/hyperlink" Target="https://www.ceproas.cz/public/data/VOP-M-2013-10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4</TotalTime>
  <Pages>7</Pages>
  <Words>2782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5</cp:revision>
  <cp:lastPrinted>2014-03-03T13:38:00Z</cp:lastPrinted>
  <dcterms:created xsi:type="dcterms:W3CDTF">2015-01-12T11:41:00Z</dcterms:created>
  <dcterms:modified xsi:type="dcterms:W3CDTF">2015-01-13T13:03:00Z</dcterms:modified>
</cp:coreProperties>
</file>